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34F" w:rsidRPr="00902FAE" w:rsidRDefault="00BF734F" w:rsidP="00902FAE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FAE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bookmarkStart w:id="0" w:name="_GoBack"/>
      <w:bookmarkEnd w:id="0"/>
      <w:r w:rsidR="00743565" w:rsidRPr="00902FAE">
        <w:rPr>
          <w:rFonts w:ascii="Times New Roman" w:hAnsi="Times New Roman" w:cs="Times New Roman"/>
          <w:b/>
          <w:sz w:val="28"/>
          <w:szCs w:val="28"/>
        </w:rPr>
        <w:t xml:space="preserve">НОД </w:t>
      </w:r>
      <w:r w:rsidRPr="00902FAE">
        <w:rPr>
          <w:rFonts w:ascii="Times New Roman" w:hAnsi="Times New Roman" w:cs="Times New Roman"/>
          <w:b/>
          <w:sz w:val="28"/>
          <w:szCs w:val="28"/>
        </w:rPr>
        <w:t>для детей старшей логопедической  группы</w:t>
      </w:r>
    </w:p>
    <w:p w:rsidR="00BF734F" w:rsidRPr="00902FAE" w:rsidRDefault="00BF734F" w:rsidP="00902FAE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FAE">
        <w:rPr>
          <w:rFonts w:ascii="Times New Roman" w:hAnsi="Times New Roman" w:cs="Times New Roman"/>
          <w:b/>
          <w:sz w:val="28"/>
          <w:szCs w:val="28"/>
        </w:rPr>
        <w:t>Тема: «Здравствуй, лето!»</w:t>
      </w:r>
    </w:p>
    <w:p w:rsidR="00643919" w:rsidRPr="00902FAE" w:rsidRDefault="00643919" w:rsidP="00902FAE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6D6E0C" w:rsidRPr="000620CD" w:rsidRDefault="006D6E0C" w:rsidP="00902FAE">
      <w:pPr>
        <w:pStyle w:val="a7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0620CD">
        <w:rPr>
          <w:b/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0620CD">
        <w:rPr>
          <w:b/>
          <w:color w:val="111111"/>
          <w:sz w:val="28"/>
          <w:szCs w:val="28"/>
        </w:rPr>
        <w:t>:</w:t>
      </w:r>
      <w:r w:rsidRPr="000620CD">
        <w:rPr>
          <w:color w:val="111111"/>
          <w:sz w:val="28"/>
          <w:szCs w:val="28"/>
        </w:rPr>
        <w:t xml:space="preserve"> систематизировать, уточнять и расширять </w:t>
      </w:r>
      <w:r w:rsidRPr="000620CD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знания по изученным темам</w:t>
      </w:r>
      <w:r w:rsidRPr="000620CD">
        <w:rPr>
          <w:b/>
          <w:color w:val="111111"/>
          <w:sz w:val="28"/>
          <w:szCs w:val="28"/>
        </w:rPr>
        <w:t>.</w:t>
      </w:r>
    </w:p>
    <w:p w:rsidR="006D6E0C" w:rsidRPr="000620CD" w:rsidRDefault="006D6E0C" w:rsidP="00902FAE">
      <w:pPr>
        <w:pStyle w:val="a7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0620CD">
        <w:rPr>
          <w:b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0620CD">
        <w:rPr>
          <w:b/>
          <w:color w:val="111111"/>
          <w:sz w:val="28"/>
          <w:szCs w:val="28"/>
        </w:rPr>
        <w:t>:</w:t>
      </w:r>
    </w:p>
    <w:p w:rsidR="006D6E0C" w:rsidRPr="000620CD" w:rsidRDefault="006D6E0C" w:rsidP="00902F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Коррекционно-воспитательные:</w:t>
      </w:r>
    </w:p>
    <w:p w:rsidR="003C18F4" w:rsidRPr="000620CD" w:rsidRDefault="003C18F4" w:rsidP="00902FAE">
      <w:pPr>
        <w:pStyle w:val="a9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бережное отношение к природе;</w:t>
      </w:r>
    </w:p>
    <w:p w:rsidR="003C18F4" w:rsidRPr="000620CD" w:rsidRDefault="003C18F4" w:rsidP="00902FAE">
      <w:pPr>
        <w:pStyle w:val="a9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речевой этикет: умение слушать, не перебивать товарища;</w:t>
      </w:r>
    </w:p>
    <w:p w:rsidR="003C18F4" w:rsidRPr="000620CD" w:rsidRDefault="003C18F4" w:rsidP="00902FAE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hAnsi="Times New Roman" w:cs="Times New Roman"/>
          <w:color w:val="111111"/>
          <w:sz w:val="28"/>
          <w:szCs w:val="28"/>
        </w:rPr>
        <w:t>в</w:t>
      </w:r>
      <w:r w:rsidR="006D6E0C" w:rsidRPr="000620CD">
        <w:rPr>
          <w:rFonts w:ascii="Times New Roman" w:hAnsi="Times New Roman" w:cs="Times New Roman"/>
          <w:color w:val="111111"/>
          <w:sz w:val="28"/>
          <w:szCs w:val="28"/>
        </w:rPr>
        <w:t xml:space="preserve">оспитывать навыки самоконтроля; </w:t>
      </w:r>
    </w:p>
    <w:p w:rsidR="006D6E0C" w:rsidRPr="000620CD" w:rsidRDefault="003C18F4" w:rsidP="00902FAE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="006D6E0C" w:rsidRPr="00062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оспитывать интерес к занятию и любовь к родному языку.</w:t>
      </w:r>
    </w:p>
    <w:p w:rsidR="006D6E0C" w:rsidRPr="000620CD" w:rsidRDefault="00643919" w:rsidP="00902FAE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4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акреплять </w:t>
      </w:r>
      <w:r w:rsidR="006D6E0C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 общения.</w:t>
      </w:r>
    </w:p>
    <w:p w:rsidR="006D6E0C" w:rsidRPr="000620CD" w:rsidRDefault="006D6E0C" w:rsidP="00902F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Коррекционно-образовательные:</w:t>
      </w:r>
    </w:p>
    <w:p w:rsidR="003C18F4" w:rsidRPr="000620CD" w:rsidRDefault="003C18F4" w:rsidP="00902FAE">
      <w:pPr>
        <w:pStyle w:val="a9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обобщить и уточнить представления детей о лете;</w:t>
      </w:r>
    </w:p>
    <w:p w:rsidR="003C18F4" w:rsidRPr="000620CD" w:rsidRDefault="003C18F4" w:rsidP="00902FAE">
      <w:pPr>
        <w:pStyle w:val="a9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расширить представления детей о растениях, насекомых;</w:t>
      </w:r>
    </w:p>
    <w:p w:rsidR="003C18F4" w:rsidRPr="000620CD" w:rsidRDefault="003C18F4" w:rsidP="00902FAE">
      <w:pPr>
        <w:pStyle w:val="a9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углубить представления об изменениях, происходящих в живой и неживой природе;</w:t>
      </w:r>
    </w:p>
    <w:p w:rsidR="006D6E0C" w:rsidRPr="000620CD" w:rsidRDefault="003C18F4" w:rsidP="00902FAE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D6E0C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акреплять навык словообразования и словоизменения.</w:t>
      </w:r>
    </w:p>
    <w:p w:rsidR="006D6E0C" w:rsidRPr="000620CD" w:rsidRDefault="003C18F4" w:rsidP="00902FAE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hAnsi="Times New Roman" w:cs="Times New Roman"/>
          <w:color w:val="111111"/>
          <w:sz w:val="28"/>
          <w:szCs w:val="28"/>
        </w:rPr>
        <w:t>з</w:t>
      </w:r>
      <w:r w:rsidR="006D6E0C" w:rsidRPr="000620CD">
        <w:rPr>
          <w:rFonts w:ascii="Times New Roman" w:hAnsi="Times New Roman" w:cs="Times New Roman"/>
          <w:color w:val="111111"/>
          <w:sz w:val="28"/>
          <w:szCs w:val="28"/>
        </w:rPr>
        <w:t>акрепить навык деления слов на слоги.</w:t>
      </w:r>
    </w:p>
    <w:p w:rsidR="006D6E0C" w:rsidRPr="000620CD" w:rsidRDefault="003C18F4" w:rsidP="00902FAE">
      <w:pPr>
        <w:pStyle w:val="a7"/>
        <w:numPr>
          <w:ilvl w:val="0"/>
          <w:numId w:val="1"/>
        </w:numPr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0620CD">
        <w:rPr>
          <w:color w:val="111111"/>
          <w:sz w:val="28"/>
          <w:szCs w:val="28"/>
        </w:rPr>
        <w:t>з</w:t>
      </w:r>
      <w:r w:rsidR="006D6E0C" w:rsidRPr="000620CD">
        <w:rPr>
          <w:color w:val="111111"/>
          <w:sz w:val="28"/>
          <w:szCs w:val="28"/>
        </w:rPr>
        <w:t>акрепить навык употребления в речи слов с противоположными значениями.</w:t>
      </w:r>
    </w:p>
    <w:p w:rsidR="006D6E0C" w:rsidRDefault="003C18F4" w:rsidP="00902FAE">
      <w:pPr>
        <w:pStyle w:val="a7"/>
        <w:numPr>
          <w:ilvl w:val="0"/>
          <w:numId w:val="1"/>
        </w:numPr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0620CD">
        <w:rPr>
          <w:color w:val="111111"/>
          <w:sz w:val="28"/>
          <w:szCs w:val="28"/>
        </w:rPr>
        <w:t>с</w:t>
      </w:r>
      <w:r w:rsidR="006D6E0C" w:rsidRPr="000620CD">
        <w:rPr>
          <w:color w:val="111111"/>
          <w:sz w:val="28"/>
          <w:szCs w:val="28"/>
        </w:rPr>
        <w:t>огласовывать имена существительные с числительными.</w:t>
      </w:r>
    </w:p>
    <w:p w:rsidR="009E74AA" w:rsidRPr="000620CD" w:rsidRDefault="00643919" w:rsidP="00902FAE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</w:t>
      </w:r>
      <w:r w:rsidR="009E74AA" w:rsidRPr="00062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акреплять умения сравнивать предметы по количеству, устанавливать отношения между понятиями</w:t>
      </w:r>
      <w:r w:rsidR="0090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="009E74AA" w:rsidRPr="00062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9E74AA" w:rsidRPr="000620C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больше, меньше, столько же.</w:t>
      </w:r>
    </w:p>
    <w:p w:rsidR="009E74AA" w:rsidRPr="000620CD" w:rsidRDefault="00643919" w:rsidP="00902FAE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="009E74AA" w:rsidRPr="00062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чить определять количество предметов путем пересчета (в пределах 10), познакомить с цифрами 1-10, учить узнавать их среди других цифр и правильно соотносить цифру с количеством предметов.</w:t>
      </w:r>
    </w:p>
    <w:p w:rsidR="009E74AA" w:rsidRPr="000620CD" w:rsidRDefault="009E74AA" w:rsidP="00902FAE">
      <w:pPr>
        <w:numPr>
          <w:ilvl w:val="0"/>
          <w:numId w:val="1"/>
        </w:numPr>
        <w:shd w:val="clear" w:color="auto" w:fill="FFFFFF"/>
        <w:spacing w:before="30" w:after="3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умение анализировать, сравнивать, отсчитывать предметы.</w:t>
      </w:r>
    </w:p>
    <w:p w:rsidR="006D6E0C" w:rsidRPr="000620CD" w:rsidRDefault="006D6E0C" w:rsidP="00902F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Коррекционно-развивающие:</w:t>
      </w:r>
    </w:p>
    <w:p w:rsidR="006D6E0C" w:rsidRPr="000620CD" w:rsidRDefault="00643919" w:rsidP="00902FAE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D6E0C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</w:t>
      </w:r>
      <w:r w:rsidR="006D6E0C" w:rsidRPr="000620CD">
        <w:rPr>
          <w:rFonts w:ascii="Times New Roman" w:hAnsi="Times New Roman" w:cs="Times New Roman"/>
          <w:color w:val="111111"/>
          <w:sz w:val="28"/>
          <w:szCs w:val="28"/>
        </w:rPr>
        <w:t xml:space="preserve"> внимание, логическое мышление и </w:t>
      </w:r>
      <w:r w:rsidR="006D6E0C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связную речь.</w:t>
      </w:r>
    </w:p>
    <w:p w:rsidR="00334236" w:rsidRDefault="00643919" w:rsidP="00902FAE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236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родолжать развивать умение координировать речь с движением.</w:t>
      </w:r>
    </w:p>
    <w:p w:rsidR="009E74AA" w:rsidRPr="000620CD" w:rsidRDefault="00643919" w:rsidP="00902FAE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E7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азвивать диалогическую форму речи </w:t>
      </w:r>
    </w:p>
    <w:p w:rsidR="005B4071" w:rsidRPr="000620CD" w:rsidRDefault="005B4071" w:rsidP="00902F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274" w:rsidRPr="000620CD" w:rsidRDefault="00463274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НОД</w:t>
      </w:r>
    </w:p>
    <w:p w:rsidR="00902FAE" w:rsidRDefault="00463274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06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02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Сюрпризный момент</w:t>
      </w:r>
      <w:r w:rsidRPr="0006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463274" w:rsidRPr="000620CD" w:rsidRDefault="0064391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экране включается демонстрация отрыв</w:t>
      </w:r>
      <w:r w:rsidR="00463274" w:rsidRPr="0006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3274" w:rsidRPr="0006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 мультфильма</w:t>
      </w:r>
      <w:r w:rsidR="00463274" w:rsidRPr="0006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«Дед мороз и лето»</w:t>
      </w:r>
      <w:r w:rsidR="00902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E74AA" w:rsidRDefault="00463274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ВОСПИТАТЕЛЬ</w:t>
      </w:r>
      <w:r w:rsidRPr="000620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743565" w:rsidRDefault="0064391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поможем Д</w:t>
      </w:r>
      <w:r w:rsidR="00902FAE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едушке морозу</w:t>
      </w:r>
      <w:r w:rsidR="00743565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74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3565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Расскажем 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43565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такое лето?</w:t>
      </w:r>
    </w:p>
    <w:p w:rsidR="00902FAE" w:rsidRDefault="00902FAE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FAE" w:rsidRDefault="00902FAE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565" w:rsidRPr="000620CD" w:rsidRDefault="00743565" w:rsidP="007435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II</w:t>
      </w:r>
      <w:r w:rsidRPr="0006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Основная часть </w:t>
      </w:r>
    </w:p>
    <w:p w:rsidR="00463274" w:rsidRPr="000620CD" w:rsidRDefault="00643919" w:rsidP="00062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1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РЕБЁНОК</w:t>
      </w:r>
      <w:r w:rsidR="00463274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63274" w:rsidRPr="000620CD" w:rsidRDefault="00463274" w:rsidP="00062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чистом небе солнце светит ярко,</w:t>
      </w:r>
    </w:p>
    <w:p w:rsidR="00463274" w:rsidRPr="000620CD" w:rsidRDefault="00463274" w:rsidP="00062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искупаться: очень жарко.</w:t>
      </w:r>
    </w:p>
    <w:p w:rsidR="00463274" w:rsidRPr="000620CD" w:rsidRDefault="00463274" w:rsidP="00062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Нравится мне время года это.</w:t>
      </w:r>
    </w:p>
    <w:p w:rsidR="00463274" w:rsidRDefault="00463274" w:rsidP="00062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Угадали? Ну, конечно – это ...  лето.</w:t>
      </w:r>
    </w:p>
    <w:p w:rsidR="00902FAE" w:rsidRPr="000620CD" w:rsidRDefault="00902FAE" w:rsidP="00062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565" w:rsidRDefault="00463274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</w:t>
      </w:r>
      <w:r w:rsidRPr="000620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Ь:</w:t>
      </w: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</w:t>
      </w:r>
      <w:r w:rsidR="00743565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мы сегодня поговорим о лете.</w:t>
      </w:r>
    </w:p>
    <w:p w:rsidR="00743565" w:rsidRDefault="0064391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63274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месяцев у этого времени года? </w:t>
      </w:r>
    </w:p>
    <w:p w:rsidR="00743565" w:rsidRDefault="0064391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63274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Назовите первый месяц, второй, третий. </w:t>
      </w:r>
    </w:p>
    <w:p w:rsidR="00743565" w:rsidRDefault="0064391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63274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 месяц перед июлем? </w:t>
      </w:r>
    </w:p>
    <w:p w:rsidR="00463274" w:rsidRPr="000620CD" w:rsidRDefault="0064391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63274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какой между июнем и августом?</w:t>
      </w:r>
    </w:p>
    <w:p w:rsidR="00463274" w:rsidRDefault="00463274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Какое лишнее слово в этом ряду? (июнь, июль, лето, август)</w:t>
      </w:r>
    </w:p>
    <w:p w:rsidR="00902FAE" w:rsidRPr="000620CD" w:rsidRDefault="00902FAE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274" w:rsidRPr="000620CD" w:rsidRDefault="00463274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Упражнение «Подбери признаки» </w:t>
      </w: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(показ слайдов)</w:t>
      </w:r>
      <w:r w:rsidRPr="0006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                                                                        </w:t>
      </w:r>
    </w:p>
    <w:p w:rsidR="00743565" w:rsidRDefault="00463274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</w:t>
      </w:r>
      <w:r w:rsidRPr="000620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Ь:</w:t>
      </w: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43565" w:rsidRDefault="00463274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Лето прекрасное время года. </w:t>
      </w:r>
    </w:p>
    <w:p w:rsidR="00463274" w:rsidRPr="000620CD" w:rsidRDefault="00463274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какое солнце летом? (яркое, теплое, </w:t>
      </w:r>
    </w:p>
    <w:p w:rsidR="00463274" w:rsidRPr="000620CD" w:rsidRDefault="00463274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горячее, ласковое). </w:t>
      </w:r>
    </w:p>
    <w:p w:rsidR="00463274" w:rsidRPr="000620CD" w:rsidRDefault="00463274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 –голубое, высокое, светлое ...,</w:t>
      </w:r>
    </w:p>
    <w:p w:rsidR="00463274" w:rsidRPr="000620CD" w:rsidRDefault="00463274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Трава – мягкая, нежная, свежая, молодая, зеленая ...,</w:t>
      </w:r>
    </w:p>
    <w:p w:rsidR="00463274" w:rsidRPr="000620CD" w:rsidRDefault="00463274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Птицы – сытые, веселые, радостные, проворные ... ,</w:t>
      </w:r>
    </w:p>
    <w:p w:rsidR="00463274" w:rsidRPr="000620CD" w:rsidRDefault="00463274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 в реке – голубая, прозрачная, теплая, приятная ... .</w:t>
      </w:r>
    </w:p>
    <w:p w:rsidR="00463274" w:rsidRDefault="00463274" w:rsidP="00902F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вода в реке теплая?</w:t>
      </w:r>
      <w:r w:rsidRPr="000620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Солнце нагревает воду</w:t>
      </w:r>
    </w:p>
    <w:p w:rsidR="00743565" w:rsidRDefault="00743565" w:rsidP="00902F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Летом в саду созревает много ?</w:t>
      </w:r>
      <w:r w:rsidR="006439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(ягод)</w:t>
      </w:r>
    </w:p>
    <w:p w:rsidR="00643919" w:rsidRPr="000620CD" w:rsidRDefault="00643919" w:rsidP="00902F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43919" w:rsidRDefault="0064391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</w:t>
      </w:r>
      <w:r w:rsidRPr="000620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Ь:</w:t>
      </w: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3919" w:rsidRDefault="0064391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следующего задания нам необходимо подготовить наши пальчики. Давайте выполним самомассаж нашими разноцветными шариками и пружинными колечками.</w:t>
      </w:r>
    </w:p>
    <w:p w:rsidR="00902FAE" w:rsidRDefault="00902FAE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565" w:rsidRDefault="00463274" w:rsidP="00902FA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0CD">
        <w:rPr>
          <w:rFonts w:ascii="Times New Roman" w:hAnsi="Times New Roman" w:cs="Times New Roman"/>
          <w:b/>
          <w:sz w:val="28"/>
          <w:szCs w:val="28"/>
        </w:rPr>
        <w:t>2.</w:t>
      </w:r>
      <w:r w:rsidR="006439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20CD">
        <w:rPr>
          <w:rFonts w:ascii="Times New Roman" w:hAnsi="Times New Roman" w:cs="Times New Roman"/>
          <w:b/>
          <w:sz w:val="28"/>
          <w:szCs w:val="28"/>
        </w:rPr>
        <w:t>Самомассаж  пальцев рук шариком и колечком Су-джок</w:t>
      </w:r>
    </w:p>
    <w:p w:rsidR="00743565" w:rsidRDefault="00463274" w:rsidP="00902FA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0CD">
        <w:rPr>
          <w:rFonts w:ascii="Times New Roman" w:hAnsi="Times New Roman" w:cs="Times New Roman"/>
          <w:b/>
          <w:sz w:val="28"/>
          <w:szCs w:val="28"/>
        </w:rPr>
        <w:t>Ягоды</w:t>
      </w:r>
    </w:p>
    <w:p w:rsidR="00463274" w:rsidRPr="00743565" w:rsidRDefault="00463274" w:rsidP="00902FA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0CD">
        <w:rPr>
          <w:rFonts w:ascii="Times New Roman" w:hAnsi="Times New Roman" w:cs="Times New Roman"/>
          <w:sz w:val="28"/>
          <w:szCs w:val="28"/>
        </w:rPr>
        <w:t>Ягоды (катают шарик) – крыжовник, клюква, черника, брусника,</w:t>
      </w:r>
    </w:p>
    <w:p w:rsidR="00463274" w:rsidRPr="000620CD" w:rsidRDefault="00463274" w:rsidP="00902FA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620CD">
        <w:rPr>
          <w:rFonts w:ascii="Times New Roman" w:hAnsi="Times New Roman" w:cs="Times New Roman"/>
          <w:sz w:val="28"/>
          <w:szCs w:val="28"/>
        </w:rPr>
        <w:t>Малина, клубника, шиповник, смородина и земляника (надевают колечко на каждый палец).</w:t>
      </w:r>
    </w:p>
    <w:p w:rsidR="00463274" w:rsidRPr="000620CD" w:rsidRDefault="00463274" w:rsidP="00902FA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620CD">
        <w:rPr>
          <w:rFonts w:ascii="Times New Roman" w:hAnsi="Times New Roman" w:cs="Times New Roman"/>
          <w:sz w:val="28"/>
          <w:szCs w:val="28"/>
        </w:rPr>
        <w:t>Запомнил ягоды  я наконец.</w:t>
      </w:r>
    </w:p>
    <w:p w:rsidR="00463274" w:rsidRPr="000620CD" w:rsidRDefault="00463274" w:rsidP="00902FA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620CD">
        <w:rPr>
          <w:rFonts w:ascii="Times New Roman" w:hAnsi="Times New Roman" w:cs="Times New Roman"/>
          <w:sz w:val="28"/>
          <w:szCs w:val="28"/>
        </w:rPr>
        <w:t>Что это значит?  (поднимают плечи, удивляются)</w:t>
      </w:r>
    </w:p>
    <w:p w:rsidR="00463274" w:rsidRDefault="00463274" w:rsidP="00902FA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0620CD">
        <w:rPr>
          <w:rFonts w:ascii="Times New Roman" w:hAnsi="Times New Roman" w:cs="Times New Roman"/>
          <w:sz w:val="28"/>
          <w:szCs w:val="28"/>
        </w:rPr>
        <w:t>Я – молодец!   (большой палец вытягивают вперёд)</w:t>
      </w:r>
    </w:p>
    <w:p w:rsidR="00643919" w:rsidRDefault="00643919" w:rsidP="00902FA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347DDF" w:rsidRDefault="00347DDF" w:rsidP="00902F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0620C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0620C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Игра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0620CD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«Ориентировка на листе бумаги </w:t>
      </w:r>
      <w:r>
        <w:rPr>
          <w:rFonts w:ascii="Times New Roman" w:hAnsi="Times New Roman" w:cs="Times New Roman"/>
          <w:b/>
          <w:color w:val="111111"/>
          <w:sz w:val="28"/>
          <w:szCs w:val="28"/>
        </w:rPr>
        <w:t>- Я</w:t>
      </w:r>
      <w:r w:rsidRPr="000620CD">
        <w:rPr>
          <w:rFonts w:ascii="Times New Roman" w:hAnsi="Times New Roman" w:cs="Times New Roman"/>
          <w:b/>
          <w:color w:val="111111"/>
          <w:sz w:val="28"/>
          <w:szCs w:val="28"/>
        </w:rPr>
        <w:t>годы»</w:t>
      </w:r>
    </w:p>
    <w:p w:rsidR="00643919" w:rsidRPr="00347DDF" w:rsidRDefault="0064391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ВОСПИТАТЕЛ</w:t>
      </w:r>
      <w:r w:rsidRPr="000620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Ь: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4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созревают вкусные, красивые, разноцветные ягоды.</w:t>
      </w:r>
      <w:r w:rsidR="00347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раскрасим наш урожай ягод, сравним их количество и вспомним названия.</w:t>
      </w:r>
    </w:p>
    <w:p w:rsidR="00743565" w:rsidRDefault="00347DDF" w:rsidP="00902F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DDF">
        <w:rPr>
          <w:rFonts w:ascii="Times New Roman" w:hAnsi="Times New Roman" w:cs="Times New Roman"/>
          <w:b/>
          <w:i/>
          <w:sz w:val="28"/>
          <w:szCs w:val="28"/>
        </w:rPr>
        <w:t>ВОСПИТАТЕЛЬ</w:t>
      </w:r>
      <w:r w:rsidRPr="00347DDF">
        <w:rPr>
          <w:rFonts w:ascii="Times New Roman" w:hAnsi="Times New Roman" w:cs="Times New Roman"/>
          <w:i/>
          <w:sz w:val="28"/>
          <w:szCs w:val="28"/>
        </w:rPr>
        <w:t>:</w:t>
      </w:r>
      <w:r w:rsidRPr="000620CD">
        <w:rPr>
          <w:rFonts w:ascii="Times New Roman" w:hAnsi="Times New Roman" w:cs="Times New Roman"/>
          <w:sz w:val="28"/>
          <w:szCs w:val="28"/>
        </w:rPr>
        <w:t xml:space="preserve"> </w:t>
      </w:r>
      <w:r w:rsidR="00643919">
        <w:rPr>
          <w:rFonts w:ascii="Times New Roman" w:hAnsi="Times New Roman" w:cs="Times New Roman"/>
          <w:sz w:val="28"/>
          <w:szCs w:val="28"/>
        </w:rPr>
        <w:t>Ребята, необходимо р</w:t>
      </w:r>
      <w:r w:rsidR="00463274" w:rsidRPr="000620CD">
        <w:rPr>
          <w:rFonts w:ascii="Times New Roman" w:hAnsi="Times New Roman" w:cs="Times New Roman"/>
          <w:sz w:val="28"/>
          <w:szCs w:val="28"/>
        </w:rPr>
        <w:t xml:space="preserve">аскрасить в верхнем правом углу </w:t>
      </w:r>
      <w:r w:rsidR="00743565">
        <w:rPr>
          <w:rFonts w:ascii="Times New Roman" w:hAnsi="Times New Roman" w:cs="Times New Roman"/>
          <w:sz w:val="28"/>
          <w:szCs w:val="28"/>
        </w:rPr>
        <w:t xml:space="preserve">ягоды зеленым </w:t>
      </w:r>
      <w:r w:rsidR="00643919">
        <w:rPr>
          <w:rFonts w:ascii="Times New Roman" w:hAnsi="Times New Roman" w:cs="Times New Roman"/>
          <w:sz w:val="28"/>
          <w:szCs w:val="28"/>
        </w:rPr>
        <w:t xml:space="preserve">карандашом </w:t>
      </w:r>
    </w:p>
    <w:p w:rsidR="00743565" w:rsidRDefault="00463274" w:rsidP="00902F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0CD">
        <w:rPr>
          <w:rFonts w:ascii="Times New Roman" w:hAnsi="Times New Roman" w:cs="Times New Roman"/>
          <w:sz w:val="28"/>
          <w:szCs w:val="28"/>
        </w:rPr>
        <w:t xml:space="preserve">в нижнем правом углу </w:t>
      </w:r>
      <w:r w:rsidR="00643919">
        <w:rPr>
          <w:rFonts w:ascii="Times New Roman" w:hAnsi="Times New Roman" w:cs="Times New Roman"/>
          <w:sz w:val="28"/>
          <w:szCs w:val="28"/>
        </w:rPr>
        <w:t xml:space="preserve">листа - </w:t>
      </w:r>
      <w:r w:rsidR="00347DDF">
        <w:rPr>
          <w:rFonts w:ascii="Times New Roman" w:hAnsi="Times New Roman" w:cs="Times New Roman"/>
          <w:sz w:val="28"/>
          <w:szCs w:val="28"/>
        </w:rPr>
        <w:t>голубым карандашом</w:t>
      </w:r>
      <w:r w:rsidRPr="000620CD">
        <w:rPr>
          <w:rFonts w:ascii="Times New Roman" w:hAnsi="Times New Roman" w:cs="Times New Roman"/>
          <w:sz w:val="28"/>
          <w:szCs w:val="28"/>
        </w:rPr>
        <w:t>,</w:t>
      </w:r>
    </w:p>
    <w:p w:rsidR="00743565" w:rsidRDefault="00463274" w:rsidP="00902F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0CD">
        <w:rPr>
          <w:rFonts w:ascii="Times New Roman" w:hAnsi="Times New Roman" w:cs="Times New Roman"/>
          <w:sz w:val="28"/>
          <w:szCs w:val="28"/>
        </w:rPr>
        <w:t>в нижнем левом углу</w:t>
      </w:r>
      <w:r w:rsidR="00643919">
        <w:rPr>
          <w:rFonts w:ascii="Times New Roman" w:hAnsi="Times New Roman" w:cs="Times New Roman"/>
          <w:sz w:val="28"/>
          <w:szCs w:val="28"/>
        </w:rPr>
        <w:t xml:space="preserve"> листа</w:t>
      </w:r>
      <w:r w:rsidRPr="000620CD">
        <w:rPr>
          <w:rFonts w:ascii="Times New Roman" w:hAnsi="Times New Roman" w:cs="Times New Roman"/>
          <w:sz w:val="28"/>
          <w:szCs w:val="28"/>
        </w:rPr>
        <w:t xml:space="preserve"> </w:t>
      </w:r>
      <w:r w:rsidR="00643919">
        <w:rPr>
          <w:rFonts w:ascii="Times New Roman" w:hAnsi="Times New Roman" w:cs="Times New Roman"/>
          <w:sz w:val="28"/>
          <w:szCs w:val="28"/>
        </w:rPr>
        <w:t xml:space="preserve">- </w:t>
      </w:r>
      <w:r w:rsidR="00743565">
        <w:rPr>
          <w:rFonts w:ascii="Times New Roman" w:hAnsi="Times New Roman" w:cs="Times New Roman"/>
          <w:sz w:val="28"/>
          <w:szCs w:val="28"/>
        </w:rPr>
        <w:t xml:space="preserve">розовым </w:t>
      </w:r>
      <w:r w:rsidR="00347DDF">
        <w:rPr>
          <w:rFonts w:ascii="Times New Roman" w:hAnsi="Times New Roman" w:cs="Times New Roman"/>
          <w:sz w:val="28"/>
          <w:szCs w:val="28"/>
        </w:rPr>
        <w:t>карандашом</w:t>
      </w:r>
      <w:r w:rsidRPr="000620CD">
        <w:rPr>
          <w:rFonts w:ascii="Times New Roman" w:hAnsi="Times New Roman" w:cs="Times New Roman"/>
          <w:sz w:val="28"/>
          <w:szCs w:val="28"/>
        </w:rPr>
        <w:t>,</w:t>
      </w:r>
    </w:p>
    <w:p w:rsidR="00743565" w:rsidRDefault="00463274" w:rsidP="00902F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0CD">
        <w:rPr>
          <w:rFonts w:ascii="Times New Roman" w:hAnsi="Times New Roman" w:cs="Times New Roman"/>
          <w:sz w:val="28"/>
          <w:szCs w:val="28"/>
        </w:rPr>
        <w:t>в верхнем левом углу</w:t>
      </w:r>
      <w:r w:rsidR="00643919">
        <w:rPr>
          <w:rFonts w:ascii="Times New Roman" w:hAnsi="Times New Roman" w:cs="Times New Roman"/>
          <w:sz w:val="28"/>
          <w:szCs w:val="28"/>
        </w:rPr>
        <w:t xml:space="preserve"> листа</w:t>
      </w:r>
      <w:r w:rsidRPr="000620CD">
        <w:rPr>
          <w:rFonts w:ascii="Times New Roman" w:hAnsi="Times New Roman" w:cs="Times New Roman"/>
          <w:sz w:val="28"/>
          <w:szCs w:val="28"/>
        </w:rPr>
        <w:t xml:space="preserve"> </w:t>
      </w:r>
      <w:r w:rsidR="00643919">
        <w:rPr>
          <w:rFonts w:ascii="Times New Roman" w:hAnsi="Times New Roman" w:cs="Times New Roman"/>
          <w:sz w:val="28"/>
          <w:szCs w:val="28"/>
        </w:rPr>
        <w:t xml:space="preserve">- </w:t>
      </w:r>
      <w:r w:rsidR="00743565">
        <w:rPr>
          <w:rFonts w:ascii="Times New Roman" w:hAnsi="Times New Roman" w:cs="Times New Roman"/>
          <w:sz w:val="28"/>
          <w:szCs w:val="28"/>
        </w:rPr>
        <w:t xml:space="preserve">красным </w:t>
      </w:r>
      <w:r w:rsidR="00347DDF">
        <w:rPr>
          <w:rFonts w:ascii="Times New Roman" w:hAnsi="Times New Roman" w:cs="Times New Roman"/>
          <w:sz w:val="28"/>
          <w:szCs w:val="28"/>
        </w:rPr>
        <w:t>карандашо</w:t>
      </w:r>
      <w:r w:rsidR="00902FAE">
        <w:rPr>
          <w:rFonts w:ascii="Times New Roman" w:hAnsi="Times New Roman" w:cs="Times New Roman"/>
          <w:sz w:val="28"/>
          <w:szCs w:val="28"/>
        </w:rPr>
        <w:t>м</w:t>
      </w:r>
      <w:r w:rsidRPr="000620CD">
        <w:rPr>
          <w:rFonts w:ascii="Times New Roman" w:hAnsi="Times New Roman" w:cs="Times New Roman"/>
          <w:sz w:val="28"/>
          <w:szCs w:val="28"/>
        </w:rPr>
        <w:t>,</w:t>
      </w:r>
    </w:p>
    <w:p w:rsidR="00463274" w:rsidRDefault="00643919" w:rsidP="00902F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63274" w:rsidRPr="000620CD">
        <w:rPr>
          <w:rFonts w:ascii="Times New Roman" w:hAnsi="Times New Roman" w:cs="Times New Roman"/>
          <w:sz w:val="28"/>
          <w:szCs w:val="28"/>
        </w:rPr>
        <w:t>середине</w:t>
      </w:r>
      <w:r>
        <w:rPr>
          <w:rFonts w:ascii="Times New Roman" w:hAnsi="Times New Roman" w:cs="Times New Roman"/>
          <w:sz w:val="28"/>
          <w:szCs w:val="28"/>
        </w:rPr>
        <w:t xml:space="preserve"> листа</w:t>
      </w:r>
      <w:r w:rsidR="00463274" w:rsidRPr="00062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3565">
        <w:rPr>
          <w:rFonts w:ascii="Times New Roman" w:hAnsi="Times New Roman" w:cs="Times New Roman"/>
          <w:sz w:val="28"/>
          <w:szCs w:val="28"/>
        </w:rPr>
        <w:t xml:space="preserve">черным </w:t>
      </w:r>
      <w:r w:rsidR="00347DDF">
        <w:rPr>
          <w:rFonts w:ascii="Times New Roman" w:hAnsi="Times New Roman" w:cs="Times New Roman"/>
          <w:sz w:val="28"/>
          <w:szCs w:val="28"/>
        </w:rPr>
        <w:t>карандашом</w:t>
      </w:r>
      <w:r w:rsidR="00743565" w:rsidRPr="00743565">
        <w:rPr>
          <w:rFonts w:ascii="Times New Roman" w:hAnsi="Times New Roman" w:cs="Times New Roman"/>
          <w:sz w:val="28"/>
          <w:szCs w:val="28"/>
        </w:rPr>
        <w:t>.</w:t>
      </w:r>
    </w:p>
    <w:p w:rsidR="00AD13CD" w:rsidRDefault="00347DDF" w:rsidP="00902F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ягоды вы раскрашиваете</w:t>
      </w:r>
      <w:r w:rsidR="00AD13CD">
        <w:rPr>
          <w:rFonts w:ascii="Times New Roman" w:hAnsi="Times New Roman" w:cs="Times New Roman"/>
          <w:sz w:val="28"/>
          <w:szCs w:val="28"/>
        </w:rPr>
        <w:t>?</w:t>
      </w:r>
    </w:p>
    <w:p w:rsidR="00AD13CD" w:rsidRDefault="00347DDF" w:rsidP="00902F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ягод зеленых</w:t>
      </w:r>
      <w:r w:rsidR="00AD13CD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AD13CD">
        <w:rPr>
          <w:rFonts w:ascii="Times New Roman" w:hAnsi="Times New Roman" w:cs="Times New Roman"/>
          <w:sz w:val="28"/>
          <w:szCs w:val="28"/>
        </w:rPr>
        <w:t xml:space="preserve">пишите цифру в кружок </w:t>
      </w:r>
    </w:p>
    <w:p w:rsidR="00AD13CD" w:rsidRDefault="00AD13CD" w:rsidP="00902F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ягод голуб</w:t>
      </w:r>
      <w:r w:rsidR="00347DDF">
        <w:rPr>
          <w:rFonts w:ascii="Times New Roman" w:hAnsi="Times New Roman" w:cs="Times New Roman"/>
          <w:sz w:val="28"/>
          <w:szCs w:val="28"/>
        </w:rPr>
        <w:t>ых? В</w:t>
      </w:r>
      <w:r>
        <w:rPr>
          <w:rFonts w:ascii="Times New Roman" w:hAnsi="Times New Roman" w:cs="Times New Roman"/>
          <w:sz w:val="28"/>
          <w:szCs w:val="28"/>
        </w:rPr>
        <w:t xml:space="preserve">пишите </w:t>
      </w:r>
      <w:r w:rsidR="00347DDF">
        <w:rPr>
          <w:rFonts w:ascii="Times New Roman" w:hAnsi="Times New Roman" w:cs="Times New Roman"/>
          <w:sz w:val="28"/>
          <w:szCs w:val="28"/>
        </w:rPr>
        <w:t xml:space="preserve">цифру </w:t>
      </w:r>
      <w:r>
        <w:rPr>
          <w:rFonts w:ascii="Times New Roman" w:hAnsi="Times New Roman" w:cs="Times New Roman"/>
          <w:sz w:val="28"/>
          <w:szCs w:val="28"/>
        </w:rPr>
        <w:t xml:space="preserve">в кружок </w:t>
      </w:r>
    </w:p>
    <w:p w:rsidR="00AD13CD" w:rsidRDefault="00347DDF" w:rsidP="00902F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ягод розовых? В</w:t>
      </w:r>
      <w:r w:rsidR="00AD13CD">
        <w:rPr>
          <w:rFonts w:ascii="Times New Roman" w:hAnsi="Times New Roman" w:cs="Times New Roman"/>
          <w:sz w:val="28"/>
          <w:szCs w:val="28"/>
        </w:rPr>
        <w:t xml:space="preserve">пишите </w:t>
      </w:r>
      <w:r>
        <w:rPr>
          <w:rFonts w:ascii="Times New Roman" w:hAnsi="Times New Roman" w:cs="Times New Roman"/>
          <w:sz w:val="28"/>
          <w:szCs w:val="28"/>
        </w:rPr>
        <w:t xml:space="preserve">цифру </w:t>
      </w:r>
      <w:r w:rsidR="00AD13CD">
        <w:rPr>
          <w:rFonts w:ascii="Times New Roman" w:hAnsi="Times New Roman" w:cs="Times New Roman"/>
          <w:sz w:val="28"/>
          <w:szCs w:val="28"/>
        </w:rPr>
        <w:t xml:space="preserve">в кружок </w:t>
      </w:r>
    </w:p>
    <w:p w:rsidR="00AD13CD" w:rsidRDefault="00347DDF" w:rsidP="00902F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ягод красных? В</w:t>
      </w:r>
      <w:r w:rsidR="00AD13CD">
        <w:rPr>
          <w:rFonts w:ascii="Times New Roman" w:hAnsi="Times New Roman" w:cs="Times New Roman"/>
          <w:sz w:val="28"/>
          <w:szCs w:val="28"/>
        </w:rPr>
        <w:t xml:space="preserve">пишите </w:t>
      </w:r>
      <w:r>
        <w:rPr>
          <w:rFonts w:ascii="Times New Roman" w:hAnsi="Times New Roman" w:cs="Times New Roman"/>
          <w:sz w:val="28"/>
          <w:szCs w:val="28"/>
        </w:rPr>
        <w:t xml:space="preserve">цифру </w:t>
      </w:r>
      <w:r w:rsidR="00AD13CD">
        <w:rPr>
          <w:rFonts w:ascii="Times New Roman" w:hAnsi="Times New Roman" w:cs="Times New Roman"/>
          <w:sz w:val="28"/>
          <w:szCs w:val="28"/>
        </w:rPr>
        <w:t xml:space="preserve">в кружок </w:t>
      </w:r>
    </w:p>
    <w:p w:rsidR="00AD13CD" w:rsidRDefault="00347DDF" w:rsidP="00902F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ягод черных? В</w:t>
      </w:r>
      <w:r w:rsidR="00AD13CD">
        <w:rPr>
          <w:rFonts w:ascii="Times New Roman" w:hAnsi="Times New Roman" w:cs="Times New Roman"/>
          <w:sz w:val="28"/>
          <w:szCs w:val="28"/>
        </w:rPr>
        <w:t xml:space="preserve">пишите </w:t>
      </w:r>
      <w:r>
        <w:rPr>
          <w:rFonts w:ascii="Times New Roman" w:hAnsi="Times New Roman" w:cs="Times New Roman"/>
          <w:sz w:val="28"/>
          <w:szCs w:val="28"/>
        </w:rPr>
        <w:t xml:space="preserve">цифру </w:t>
      </w:r>
      <w:r w:rsidR="00AD13CD">
        <w:rPr>
          <w:rFonts w:ascii="Times New Roman" w:hAnsi="Times New Roman" w:cs="Times New Roman"/>
          <w:sz w:val="28"/>
          <w:szCs w:val="28"/>
        </w:rPr>
        <w:t xml:space="preserve">в кружок </w:t>
      </w:r>
    </w:p>
    <w:p w:rsidR="00AD13CD" w:rsidRPr="00743565" w:rsidRDefault="00AD13CD" w:rsidP="00902F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Каких ягод мень</w:t>
      </w:r>
      <w:r w:rsidR="00347DDF">
        <w:rPr>
          <w:rFonts w:ascii="Times New Roman" w:hAnsi="Times New Roman" w:cs="Times New Roman"/>
          <w:sz w:val="28"/>
          <w:szCs w:val="28"/>
        </w:rPr>
        <w:t>ше? Каких больше? Каких поровну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630A9" w:rsidRPr="000620CD" w:rsidRDefault="00C6127D" w:rsidP="00902FAE">
      <w:pPr>
        <w:pStyle w:val="a7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0620CD">
        <w:rPr>
          <w:b/>
          <w:color w:val="111111"/>
          <w:sz w:val="28"/>
          <w:szCs w:val="28"/>
        </w:rPr>
        <w:t>4.</w:t>
      </w:r>
      <w:r w:rsidR="00347DDF">
        <w:rPr>
          <w:b/>
          <w:color w:val="111111"/>
          <w:sz w:val="28"/>
          <w:szCs w:val="28"/>
        </w:rPr>
        <w:t xml:space="preserve"> </w:t>
      </w:r>
      <w:r w:rsidR="006630A9" w:rsidRPr="000620CD">
        <w:rPr>
          <w:b/>
          <w:color w:val="111111"/>
          <w:sz w:val="28"/>
          <w:szCs w:val="28"/>
        </w:rPr>
        <w:t>Игра «Ромашки»</w:t>
      </w:r>
    </w:p>
    <w:p w:rsidR="003F289A" w:rsidRPr="000620CD" w:rsidRDefault="00347DDF" w:rsidP="00902FAE">
      <w:pPr>
        <w:pStyle w:val="a7"/>
        <w:tabs>
          <w:tab w:val="left" w:pos="709"/>
        </w:tabs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347DDF">
        <w:rPr>
          <w:b/>
          <w:i/>
          <w:color w:val="111111"/>
          <w:sz w:val="28"/>
          <w:szCs w:val="28"/>
        </w:rPr>
        <w:t>ЛОГОПЕД:</w:t>
      </w:r>
      <w:r w:rsidRPr="000620CD">
        <w:rPr>
          <w:b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А </w:t>
      </w:r>
      <w:r w:rsidR="006630A9" w:rsidRPr="000620CD">
        <w:rPr>
          <w:color w:val="111111"/>
          <w:sz w:val="28"/>
          <w:szCs w:val="28"/>
        </w:rPr>
        <w:t xml:space="preserve">еще </w:t>
      </w:r>
      <w:r w:rsidR="003F289A" w:rsidRPr="000620CD">
        <w:rPr>
          <w:color w:val="111111"/>
          <w:sz w:val="28"/>
          <w:szCs w:val="28"/>
        </w:rPr>
        <w:t xml:space="preserve">летом в саду, на лугу, на полянах в лесу можно полюбоваться множеством разнообразных цветов. </w:t>
      </w:r>
    </w:p>
    <w:p w:rsidR="006630A9" w:rsidRPr="000620CD" w:rsidRDefault="003F289A" w:rsidP="00902FAE">
      <w:pPr>
        <w:pStyle w:val="a7"/>
        <w:tabs>
          <w:tab w:val="left" w:pos="709"/>
        </w:tabs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0620CD">
        <w:rPr>
          <w:color w:val="111111"/>
          <w:sz w:val="28"/>
          <w:szCs w:val="28"/>
        </w:rPr>
        <w:t>Я предлагаю вам собрать необычные слоговые ромашки</w:t>
      </w:r>
      <w:r w:rsidR="006630A9" w:rsidRPr="000620CD">
        <w:rPr>
          <w:color w:val="111111"/>
          <w:sz w:val="28"/>
          <w:szCs w:val="28"/>
        </w:rPr>
        <w:t>. От сильного ветра лепестки разлетелись и нам необходимо их собрать.</w:t>
      </w:r>
    </w:p>
    <w:p w:rsidR="006630A9" w:rsidRDefault="006630A9" w:rsidP="00902FAE">
      <w:pPr>
        <w:pStyle w:val="a7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0620CD">
        <w:rPr>
          <w:color w:val="111111"/>
          <w:sz w:val="28"/>
          <w:szCs w:val="28"/>
        </w:rPr>
        <w:t xml:space="preserve">        Дети выходят парами, берут перевернутые лепестки, называют изображенные  на них картинки, определяют количество слогов и прикрепляют лепестки к соответствующим сердцевинкам. </w:t>
      </w:r>
      <w:r w:rsidR="003F289A" w:rsidRPr="000620CD">
        <w:rPr>
          <w:color w:val="111111"/>
          <w:sz w:val="28"/>
          <w:szCs w:val="28"/>
        </w:rPr>
        <w:t>Логопед предлагает детям</w:t>
      </w:r>
      <w:r w:rsidRPr="000620CD">
        <w:rPr>
          <w:color w:val="111111"/>
          <w:sz w:val="28"/>
          <w:szCs w:val="28"/>
        </w:rPr>
        <w:t xml:space="preserve"> произнести слово, сопровождая произнесение хлопками в ладоши. </w:t>
      </w:r>
    </w:p>
    <w:p w:rsidR="00902FAE" w:rsidRPr="000620CD" w:rsidRDefault="00902FAE" w:rsidP="00902FAE">
      <w:pPr>
        <w:pStyle w:val="a7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C20659" w:rsidRDefault="00C6127D" w:rsidP="00902FAE">
      <w:pPr>
        <w:pStyle w:val="a7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0620CD">
        <w:rPr>
          <w:b/>
          <w:color w:val="111111"/>
          <w:sz w:val="28"/>
          <w:szCs w:val="28"/>
        </w:rPr>
        <w:t>5.</w:t>
      </w:r>
      <w:r w:rsidR="00347DDF">
        <w:rPr>
          <w:b/>
          <w:color w:val="111111"/>
          <w:sz w:val="28"/>
          <w:szCs w:val="28"/>
        </w:rPr>
        <w:t xml:space="preserve"> </w:t>
      </w:r>
      <w:r w:rsidR="00463274" w:rsidRPr="000620CD">
        <w:rPr>
          <w:b/>
          <w:color w:val="111111"/>
          <w:sz w:val="28"/>
          <w:szCs w:val="28"/>
        </w:rPr>
        <w:t>Музыкальная физминутка</w:t>
      </w:r>
      <w:r w:rsidR="00347DDF">
        <w:rPr>
          <w:b/>
          <w:color w:val="111111"/>
          <w:sz w:val="28"/>
          <w:szCs w:val="28"/>
        </w:rPr>
        <w:t xml:space="preserve"> (демонстрация на экране)</w:t>
      </w:r>
    </w:p>
    <w:p w:rsidR="00347DDF" w:rsidRPr="000620CD" w:rsidRDefault="00347DDF" w:rsidP="00902FAE">
      <w:pPr>
        <w:pStyle w:val="a7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</w:p>
    <w:p w:rsidR="00C20659" w:rsidRPr="000620CD" w:rsidRDefault="00C6127D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347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20659" w:rsidRPr="0006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«Наоборот»</w:t>
      </w:r>
      <w:r w:rsidR="00C20659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(подбор антонимов с использованием иллюстраций).                                               </w:t>
      </w:r>
    </w:p>
    <w:p w:rsidR="00C20659" w:rsidRPr="000620CD" w:rsidRDefault="00347DDF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D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ЛОГОПЕД:</w:t>
      </w:r>
      <w:r w:rsidR="00C20659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Летом много насекомых и паучков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20659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они все такие разные.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Вспомним слова с противоположными значениями и сравним особенности насекомых.</w:t>
      </w:r>
    </w:p>
    <w:p w:rsidR="00C20659" w:rsidRPr="000620CD" w:rsidRDefault="00C2065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 маленький, а бабочка ...  ( большая).</w:t>
      </w:r>
    </w:p>
    <w:p w:rsidR="00C20659" w:rsidRPr="000620CD" w:rsidRDefault="00C2065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У бабочки усики длинные, а у пчелы … короткие.</w:t>
      </w:r>
    </w:p>
    <w:p w:rsidR="00C20659" w:rsidRPr="000620CD" w:rsidRDefault="00C2065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 осы крылья узкие, а у шмеля …широкие.</w:t>
      </w:r>
    </w:p>
    <w:p w:rsidR="00C20659" w:rsidRPr="000620CD" w:rsidRDefault="00C2065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 вредное насекомое, а пчела …полезное.</w:t>
      </w:r>
    </w:p>
    <w:p w:rsidR="00C20659" w:rsidRPr="000620CD" w:rsidRDefault="00C2065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Стрекоза большая, а мошка …маленькая.</w:t>
      </w:r>
    </w:p>
    <w:p w:rsidR="00C20659" w:rsidRPr="000620CD" w:rsidRDefault="00C2065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Муравей полезное насекомое, а комар …вредное.</w:t>
      </w:r>
    </w:p>
    <w:p w:rsidR="00C20659" w:rsidRPr="000620CD" w:rsidRDefault="00C2065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шмеля спинка мохнатая, а у осы … гладкая. </w:t>
      </w:r>
    </w:p>
    <w:p w:rsidR="00C20659" w:rsidRPr="000620CD" w:rsidRDefault="00C2065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комара спинка тонкая, а у шмеля …толстая.</w:t>
      </w:r>
    </w:p>
    <w:p w:rsidR="00C20659" w:rsidRPr="000620CD" w:rsidRDefault="00C2065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У мухи ножки короткие, а у кузнечика …длинные.</w:t>
      </w:r>
    </w:p>
    <w:p w:rsidR="00C20659" w:rsidRPr="000620CD" w:rsidRDefault="00347DDF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пчелы ножки толстые</w:t>
      </w:r>
      <w:r w:rsidR="00C20659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у комара …тонкие.</w:t>
      </w:r>
    </w:p>
    <w:p w:rsidR="00C20659" w:rsidRPr="000620CD" w:rsidRDefault="00C2065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У стрекозы спинка узкая, а у жука …широкая.</w:t>
      </w:r>
    </w:p>
    <w:p w:rsidR="008B6A46" w:rsidRPr="000620CD" w:rsidRDefault="001E3875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У мухи хоботок короткий, а у комара … длинный.</w:t>
      </w:r>
    </w:p>
    <w:p w:rsidR="00C20659" w:rsidRDefault="00C2065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вы молодцы! Давайте еще поиграем.</w:t>
      </w:r>
    </w:p>
    <w:p w:rsidR="00347DDF" w:rsidRPr="000620CD" w:rsidRDefault="00347DDF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659" w:rsidRPr="000620CD" w:rsidRDefault="00C6127D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="00347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20659" w:rsidRPr="0006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«Один – много»</w:t>
      </w:r>
      <w:r w:rsidR="007569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56962">
        <w:rPr>
          <w:rFonts w:ascii="Times New Roman" w:eastAsia="Times New Roman" w:hAnsi="Times New Roman" w:cs="Times New Roman"/>
          <w:sz w:val="28"/>
          <w:szCs w:val="28"/>
          <w:lang w:eastAsia="ru-RU"/>
        </w:rPr>
        <w:t>(с мячом</w:t>
      </w:r>
      <w:r w:rsidR="00C20659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20659" w:rsidRPr="000620CD" w:rsidRDefault="00347DDF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D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ЛОГОПЕД:</w:t>
      </w:r>
      <w:r w:rsidRPr="0006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20659"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Я вам называю одно насекомое, а вы мне много.</w:t>
      </w:r>
    </w:p>
    <w:p w:rsidR="00C20659" w:rsidRPr="000620CD" w:rsidRDefault="00C2065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Оса – много ос, жук – много жуков ...</w:t>
      </w:r>
    </w:p>
    <w:p w:rsidR="00C20659" w:rsidRDefault="00C20659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0CD">
        <w:rPr>
          <w:rFonts w:ascii="Times New Roman" w:eastAsia="Times New Roman" w:hAnsi="Times New Roman" w:cs="Times New Roman"/>
          <w:sz w:val="28"/>
          <w:szCs w:val="28"/>
          <w:lang w:eastAsia="ru-RU"/>
        </w:rPr>
        <w:t>(пчела, кузнечик, бабочка, стрекоза, комар, муха, муравей, шмель).</w:t>
      </w:r>
    </w:p>
    <w:p w:rsidR="002044AC" w:rsidRDefault="002044AC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3CD" w:rsidRPr="000620CD" w:rsidRDefault="00347DDF" w:rsidP="00902F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Летом бывает очень жарко. Что мы можем сделать</w:t>
      </w:r>
      <w:r w:rsidR="00AD13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3C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охладиться?</w:t>
      </w:r>
    </w:p>
    <w:p w:rsidR="00463274" w:rsidRDefault="00AD13CD" w:rsidP="00902FAE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333333"/>
          <w:sz w:val="28"/>
          <w:szCs w:val="28"/>
        </w:rPr>
      </w:pPr>
      <w:r w:rsidRPr="002044AC">
        <w:rPr>
          <w:rStyle w:val="c1"/>
          <w:b/>
          <w:color w:val="333333"/>
          <w:sz w:val="28"/>
          <w:szCs w:val="28"/>
        </w:rPr>
        <w:t>Дети</w:t>
      </w:r>
      <w:r>
        <w:rPr>
          <w:rStyle w:val="c1"/>
          <w:color w:val="333333"/>
          <w:sz w:val="28"/>
          <w:szCs w:val="28"/>
        </w:rPr>
        <w:t>:</w:t>
      </w:r>
      <w:r w:rsidR="00347DDF">
        <w:rPr>
          <w:rStyle w:val="c1"/>
          <w:color w:val="333333"/>
          <w:sz w:val="28"/>
          <w:szCs w:val="28"/>
        </w:rPr>
        <w:t xml:space="preserve"> искупаться</w:t>
      </w:r>
      <w:r w:rsidR="002044AC">
        <w:rPr>
          <w:rStyle w:val="c1"/>
          <w:color w:val="333333"/>
          <w:sz w:val="28"/>
          <w:szCs w:val="28"/>
        </w:rPr>
        <w:t>, купить воду, купить мороженое.</w:t>
      </w:r>
    </w:p>
    <w:p w:rsidR="00347DDF" w:rsidRPr="000620CD" w:rsidRDefault="00347DDF" w:rsidP="00902FAE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333333"/>
          <w:sz w:val="28"/>
          <w:szCs w:val="28"/>
        </w:rPr>
      </w:pPr>
    </w:p>
    <w:p w:rsidR="00463274" w:rsidRPr="000620CD" w:rsidRDefault="00C6127D" w:rsidP="00902FAE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333333"/>
          <w:sz w:val="28"/>
          <w:szCs w:val="28"/>
        </w:rPr>
      </w:pPr>
      <w:r w:rsidRPr="000620CD">
        <w:rPr>
          <w:rStyle w:val="c1"/>
          <w:b/>
          <w:color w:val="333333"/>
          <w:sz w:val="28"/>
          <w:szCs w:val="28"/>
        </w:rPr>
        <w:t>8.</w:t>
      </w:r>
      <w:r w:rsidR="00347DDF">
        <w:rPr>
          <w:rStyle w:val="c1"/>
          <w:b/>
          <w:color w:val="333333"/>
          <w:sz w:val="28"/>
          <w:szCs w:val="28"/>
        </w:rPr>
        <w:t xml:space="preserve"> </w:t>
      </w:r>
      <w:r w:rsidR="00463274" w:rsidRPr="000620CD">
        <w:rPr>
          <w:rStyle w:val="c1"/>
          <w:b/>
          <w:color w:val="333333"/>
          <w:sz w:val="28"/>
          <w:szCs w:val="28"/>
        </w:rPr>
        <w:t>Игра «Математическое эскимо»</w:t>
      </w:r>
    </w:p>
    <w:p w:rsidR="00463274" w:rsidRPr="000620CD" w:rsidRDefault="00463274" w:rsidP="00902FAE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333333"/>
          <w:sz w:val="28"/>
          <w:szCs w:val="28"/>
        </w:rPr>
      </w:pPr>
      <w:r w:rsidRPr="000620CD">
        <w:rPr>
          <w:rStyle w:val="c1"/>
          <w:color w:val="333333"/>
          <w:sz w:val="28"/>
          <w:szCs w:val="28"/>
        </w:rPr>
        <w:t xml:space="preserve"> Воспитатель раздает детям изображения эскимо с разным количеством  шоколадных «звёздочек». </w:t>
      </w:r>
    </w:p>
    <w:p w:rsidR="00463274" w:rsidRPr="000620CD" w:rsidRDefault="00347DDF" w:rsidP="00902FAE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333333"/>
          <w:sz w:val="28"/>
          <w:szCs w:val="28"/>
        </w:rPr>
      </w:pPr>
      <w:r w:rsidRPr="00347DDF">
        <w:rPr>
          <w:rStyle w:val="c1"/>
          <w:b/>
          <w:i/>
          <w:color w:val="333333"/>
          <w:sz w:val="28"/>
          <w:szCs w:val="28"/>
        </w:rPr>
        <w:t>ВОСПИТАТЕЛЬ:</w:t>
      </w:r>
      <w:r w:rsidR="00463274" w:rsidRPr="000620CD">
        <w:rPr>
          <w:rStyle w:val="c1"/>
          <w:color w:val="333333"/>
          <w:sz w:val="28"/>
          <w:szCs w:val="28"/>
        </w:rPr>
        <w:t xml:space="preserve"> Ребята, сосчитайте количество шоколадных «звёздочек» на своем эскимо и подберите глазурь с цифрой, по</w:t>
      </w:r>
      <w:r w:rsidR="002044AC">
        <w:rPr>
          <w:rStyle w:val="c1"/>
          <w:color w:val="333333"/>
          <w:sz w:val="28"/>
          <w:szCs w:val="28"/>
        </w:rPr>
        <w:t>д</w:t>
      </w:r>
      <w:r w:rsidR="00463274" w:rsidRPr="000620CD">
        <w:rPr>
          <w:rStyle w:val="c1"/>
          <w:color w:val="333333"/>
          <w:sz w:val="28"/>
          <w:szCs w:val="28"/>
        </w:rPr>
        <w:t xml:space="preserve">ходящей количеству «звёздочек». </w:t>
      </w:r>
    </w:p>
    <w:p w:rsidR="00463274" w:rsidRPr="000620CD" w:rsidRDefault="00463274" w:rsidP="00902FAE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333333"/>
          <w:sz w:val="28"/>
          <w:szCs w:val="28"/>
        </w:rPr>
      </w:pPr>
      <w:r w:rsidRPr="000620CD">
        <w:rPr>
          <w:rStyle w:val="c1"/>
          <w:color w:val="333333"/>
          <w:sz w:val="28"/>
          <w:szCs w:val="28"/>
        </w:rPr>
        <w:t xml:space="preserve">На магнитной доске прикреплены изображения глазури разных цветов и цифрами от 1 до 10. </w:t>
      </w:r>
    </w:p>
    <w:p w:rsidR="00463274" w:rsidRPr="000620CD" w:rsidRDefault="00463274" w:rsidP="00902FA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620CD">
        <w:rPr>
          <w:rStyle w:val="c1"/>
          <w:color w:val="333333"/>
          <w:sz w:val="28"/>
          <w:szCs w:val="28"/>
        </w:rPr>
        <w:t>Дети парами подходят к доске и соединяют глазурь с соответствующей цифрой со своим эскимо.</w:t>
      </w:r>
    </w:p>
    <w:p w:rsidR="00C6127D" w:rsidRPr="000620CD" w:rsidRDefault="00C6127D" w:rsidP="00902FA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0CD">
        <w:rPr>
          <w:rFonts w:ascii="Times New Roman" w:hAnsi="Times New Roman" w:cs="Times New Roman"/>
          <w:b/>
          <w:sz w:val="28"/>
          <w:szCs w:val="28"/>
        </w:rPr>
        <w:t xml:space="preserve"> (показ слайда )</w:t>
      </w:r>
    </w:p>
    <w:p w:rsidR="00C6127D" w:rsidRDefault="00347DDF" w:rsidP="00902FA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DDF">
        <w:rPr>
          <w:rStyle w:val="c1"/>
          <w:rFonts w:ascii="Times New Roman" w:hAnsi="Times New Roman" w:cs="Times New Roman"/>
          <w:b/>
          <w:i/>
          <w:color w:val="333333"/>
          <w:sz w:val="28"/>
          <w:szCs w:val="28"/>
        </w:rPr>
        <w:t>ВОСПИТАТЕЛЬ:</w:t>
      </w:r>
      <w:r w:rsidRPr="000620CD">
        <w:rPr>
          <w:rStyle w:val="c1"/>
          <w:color w:val="333333"/>
          <w:sz w:val="28"/>
          <w:szCs w:val="28"/>
        </w:rPr>
        <w:t xml:space="preserve"> </w:t>
      </w:r>
      <w:r w:rsidR="002044AC">
        <w:rPr>
          <w:rFonts w:ascii="Times New Roman" w:hAnsi="Times New Roman" w:cs="Times New Roman"/>
          <w:sz w:val="28"/>
          <w:szCs w:val="28"/>
        </w:rPr>
        <w:t>Ну что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2044AC">
        <w:rPr>
          <w:rFonts w:ascii="Times New Roman" w:hAnsi="Times New Roman" w:cs="Times New Roman"/>
          <w:sz w:val="28"/>
          <w:szCs w:val="28"/>
        </w:rPr>
        <w:t xml:space="preserve"> ребята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2044AC">
        <w:rPr>
          <w:rFonts w:ascii="Times New Roman" w:hAnsi="Times New Roman" w:cs="Times New Roman"/>
          <w:sz w:val="28"/>
          <w:szCs w:val="28"/>
        </w:rPr>
        <w:t xml:space="preserve"> вот мы и помогли Дед М</w:t>
      </w:r>
      <w:r w:rsidR="00C6127D" w:rsidRPr="000620CD">
        <w:rPr>
          <w:rFonts w:ascii="Times New Roman" w:hAnsi="Times New Roman" w:cs="Times New Roman"/>
          <w:sz w:val="28"/>
          <w:szCs w:val="28"/>
        </w:rPr>
        <w:t>орозу узнать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C6127D" w:rsidRPr="000620CD">
        <w:rPr>
          <w:rFonts w:ascii="Times New Roman" w:hAnsi="Times New Roman" w:cs="Times New Roman"/>
          <w:sz w:val="28"/>
          <w:szCs w:val="28"/>
        </w:rPr>
        <w:t xml:space="preserve"> что такое лето, а за это он приготовил для вас сюрприз</w:t>
      </w:r>
      <w:r>
        <w:rPr>
          <w:rFonts w:ascii="Times New Roman" w:hAnsi="Times New Roman" w:cs="Times New Roman"/>
          <w:sz w:val="28"/>
          <w:szCs w:val="28"/>
        </w:rPr>
        <w:t>.</w:t>
      </w:r>
      <w:r w:rsidR="00C6127D" w:rsidRPr="000620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4AC" w:rsidRPr="002044AC" w:rsidRDefault="00347DDF" w:rsidP="00902F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Зимой мы играем в снежки</w:t>
      </w:r>
      <w:r w:rsidR="002044AC" w:rsidRPr="002044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44AC" w:rsidRPr="002044AC">
        <w:rPr>
          <w:rFonts w:ascii="Times New Roman" w:hAnsi="Times New Roman" w:cs="Times New Roman"/>
          <w:sz w:val="28"/>
          <w:szCs w:val="28"/>
        </w:rPr>
        <w:t>а летом мы может пускать мыльные пузыри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2044AC" w:rsidRPr="002044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(Воспитатель раздает детям контейнеры с мыльными пузырями)</w:t>
      </w:r>
    </w:p>
    <w:p w:rsidR="00347DDF" w:rsidRDefault="00C6127D" w:rsidP="00902FA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20C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347DDF">
        <w:rPr>
          <w:rFonts w:ascii="Times New Roman" w:hAnsi="Times New Roman" w:cs="Times New Roman"/>
          <w:b/>
          <w:sz w:val="28"/>
          <w:szCs w:val="28"/>
        </w:rPr>
        <w:t>. Итог</w:t>
      </w:r>
      <w:r w:rsidRPr="000620CD">
        <w:rPr>
          <w:rFonts w:ascii="Times New Roman" w:hAnsi="Times New Roman" w:cs="Times New Roman"/>
          <w:b/>
          <w:sz w:val="28"/>
          <w:szCs w:val="28"/>
        </w:rPr>
        <w:t>.</w:t>
      </w:r>
      <w:r w:rsidR="00347D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6962" w:rsidRDefault="00C6127D" w:rsidP="00902F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0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ВОСПИТАТЕЛ</w:t>
      </w:r>
      <w:r w:rsidRPr="000620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</w:t>
      </w:r>
      <w:r w:rsidRPr="000620CD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0620CD">
        <w:rPr>
          <w:rFonts w:ascii="Times New Roman" w:hAnsi="Times New Roman" w:cs="Times New Roman"/>
          <w:sz w:val="28"/>
          <w:szCs w:val="28"/>
        </w:rPr>
        <w:t xml:space="preserve">Ребята, о каком времени года мы сегодня говорили? Какие игровые упражнения вам понравилось выполнять? </w:t>
      </w:r>
    </w:p>
    <w:p w:rsidR="00347DDF" w:rsidRDefault="00756962" w:rsidP="00902F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962">
        <w:rPr>
          <w:rFonts w:ascii="Times New Roman" w:hAnsi="Times New Roman" w:cs="Times New Roman"/>
          <w:i/>
          <w:sz w:val="28"/>
          <w:szCs w:val="28"/>
        </w:rPr>
        <w:t>ЛОГОПЕД: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127D" w:rsidRPr="000620CD">
        <w:rPr>
          <w:rFonts w:ascii="Times New Roman" w:hAnsi="Times New Roman" w:cs="Times New Roman"/>
          <w:sz w:val="28"/>
          <w:szCs w:val="28"/>
        </w:rPr>
        <w:t xml:space="preserve">Какое задание было выполнить непросто? </w:t>
      </w:r>
    </w:p>
    <w:p w:rsidR="00F743BA" w:rsidRPr="000620CD" w:rsidRDefault="00C6127D" w:rsidP="00902F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0CD">
        <w:rPr>
          <w:rFonts w:ascii="Times New Roman" w:hAnsi="Times New Roman" w:cs="Times New Roman"/>
          <w:sz w:val="28"/>
          <w:szCs w:val="28"/>
        </w:rPr>
        <w:lastRenderedPageBreak/>
        <w:t>- Но мы еще кое–что забыли сказать о лете. Летом у всех детей каникулы, а у взрослых – отпуск. Я желаю вам и</w:t>
      </w:r>
      <w:r w:rsidR="000620CD">
        <w:rPr>
          <w:rFonts w:ascii="Times New Roman" w:hAnsi="Times New Roman" w:cs="Times New Roman"/>
          <w:sz w:val="28"/>
          <w:szCs w:val="28"/>
        </w:rPr>
        <w:t xml:space="preserve"> </w:t>
      </w:r>
      <w:r w:rsidRPr="000620CD">
        <w:rPr>
          <w:rFonts w:ascii="Times New Roman" w:hAnsi="Times New Roman" w:cs="Times New Roman"/>
          <w:sz w:val="28"/>
          <w:szCs w:val="28"/>
        </w:rPr>
        <w:t>вашим родителям прекрасного настроения и хорошего отдыха летом</w:t>
      </w:r>
      <w:r w:rsidR="00756962">
        <w:rPr>
          <w:rFonts w:ascii="Times New Roman" w:hAnsi="Times New Roman" w:cs="Times New Roman"/>
          <w:sz w:val="28"/>
          <w:szCs w:val="28"/>
        </w:rPr>
        <w:t>.</w:t>
      </w:r>
    </w:p>
    <w:sectPr w:rsidR="00F743BA" w:rsidRPr="000620CD" w:rsidSect="005B407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7F8" w:rsidRDefault="00C547F8">
      <w:r>
        <w:separator/>
      </w:r>
    </w:p>
  </w:endnote>
  <w:endnote w:type="continuationSeparator" w:id="0">
    <w:p w:rsidR="00C547F8" w:rsidRDefault="00C54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2060121"/>
      <w:docPartObj>
        <w:docPartGallery w:val="Page Numbers (Bottom of Page)"/>
        <w:docPartUnique/>
      </w:docPartObj>
    </w:sdtPr>
    <w:sdtEndPr/>
    <w:sdtContent>
      <w:p w:rsidR="00902FAE" w:rsidRDefault="00902FA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1E8">
          <w:rPr>
            <w:noProof/>
          </w:rPr>
          <w:t>1</w:t>
        </w:r>
        <w:r>
          <w:fldChar w:fldCharType="end"/>
        </w:r>
      </w:p>
    </w:sdtContent>
  </w:sdt>
  <w:p w:rsidR="005B4071" w:rsidRDefault="005B40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7F8" w:rsidRDefault="00C547F8">
      <w:r>
        <w:separator/>
      </w:r>
    </w:p>
  </w:footnote>
  <w:footnote w:type="continuationSeparator" w:id="0">
    <w:p w:rsidR="00C547F8" w:rsidRDefault="00C54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A6A8D"/>
    <w:multiLevelType w:val="hybridMultilevel"/>
    <w:tmpl w:val="C646E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A07723"/>
    <w:multiLevelType w:val="hybridMultilevel"/>
    <w:tmpl w:val="B81C9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6417E"/>
    <w:multiLevelType w:val="hybridMultilevel"/>
    <w:tmpl w:val="9EBAB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5860E0"/>
    <w:multiLevelType w:val="multilevel"/>
    <w:tmpl w:val="8B907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993829"/>
    <w:multiLevelType w:val="hybridMultilevel"/>
    <w:tmpl w:val="808E6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30A9"/>
    <w:rsid w:val="000620CD"/>
    <w:rsid w:val="000C4C75"/>
    <w:rsid w:val="000C72C8"/>
    <w:rsid w:val="00184AB9"/>
    <w:rsid w:val="001E3875"/>
    <w:rsid w:val="002044AC"/>
    <w:rsid w:val="00215FDA"/>
    <w:rsid w:val="00334236"/>
    <w:rsid w:val="00347DDF"/>
    <w:rsid w:val="003C18F4"/>
    <w:rsid w:val="003F289A"/>
    <w:rsid w:val="004262DC"/>
    <w:rsid w:val="00463274"/>
    <w:rsid w:val="004B0FEC"/>
    <w:rsid w:val="004B2E69"/>
    <w:rsid w:val="005A3036"/>
    <w:rsid w:val="005B4071"/>
    <w:rsid w:val="00643919"/>
    <w:rsid w:val="006630A9"/>
    <w:rsid w:val="006D6E0C"/>
    <w:rsid w:val="00740EEF"/>
    <w:rsid w:val="00743565"/>
    <w:rsid w:val="0074556B"/>
    <w:rsid w:val="00756962"/>
    <w:rsid w:val="008A1ED3"/>
    <w:rsid w:val="008B6A46"/>
    <w:rsid w:val="00902FAE"/>
    <w:rsid w:val="00916A4C"/>
    <w:rsid w:val="009E74AA"/>
    <w:rsid w:val="00A961A8"/>
    <w:rsid w:val="00AD13CD"/>
    <w:rsid w:val="00BF734F"/>
    <w:rsid w:val="00C20659"/>
    <w:rsid w:val="00C547F8"/>
    <w:rsid w:val="00C6127D"/>
    <w:rsid w:val="00E221E8"/>
    <w:rsid w:val="00F743BA"/>
    <w:rsid w:val="00FB01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1DA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E0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4C75"/>
    <w:rPr>
      <w:sz w:val="24"/>
      <w:szCs w:val="24"/>
    </w:rPr>
  </w:style>
  <w:style w:type="paragraph" w:styleId="a7">
    <w:name w:val="Normal (Web)"/>
    <w:basedOn w:val="a"/>
    <w:uiPriority w:val="99"/>
    <w:unhideWhenUsed/>
    <w:rsid w:val="006D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6D6E0C"/>
    <w:rPr>
      <w:b/>
      <w:bCs/>
    </w:rPr>
  </w:style>
  <w:style w:type="paragraph" w:styleId="a9">
    <w:name w:val="List Paragraph"/>
    <w:basedOn w:val="a"/>
    <w:uiPriority w:val="34"/>
    <w:qFormat/>
    <w:rsid w:val="006D6E0C"/>
    <w:pPr>
      <w:ind w:left="720"/>
      <w:contextualSpacing/>
    </w:pPr>
  </w:style>
  <w:style w:type="paragraph" w:styleId="aa">
    <w:name w:val="No Spacing"/>
    <w:uiPriority w:val="1"/>
    <w:qFormat/>
    <w:rsid w:val="005A303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0">
    <w:name w:val="c0"/>
    <w:basedOn w:val="a"/>
    <w:rsid w:val="00463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63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1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5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2021-05-23T23:27:00Z</dcterms:created>
  <dcterms:modified xsi:type="dcterms:W3CDTF">2022-03-29T15:22:00Z</dcterms:modified>
</cp:coreProperties>
</file>